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EAD" w:rsidRDefault="00BE6EAD" w:rsidP="005334B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BE6EAD" w:rsidRDefault="00BE6EAD" w:rsidP="00DF3F31">
      <w:pPr>
        <w:pStyle w:val="NoSpacing"/>
        <w:tabs>
          <w:tab w:val="left" w:pos="72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</w:p>
    <w:p w:rsidR="00BE6EAD" w:rsidRDefault="00BE6EAD" w:rsidP="007A0977">
      <w:pPr>
        <w:pStyle w:val="NoSpacing"/>
        <w:tabs>
          <w:tab w:val="left" w:pos="750"/>
          <w:tab w:val="right" w:pos="9779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тренерам-преподавателям, </w:t>
      </w:r>
    </w:p>
    <w:p w:rsidR="00BE6EAD" w:rsidRPr="004957DF" w:rsidRDefault="00BE6EAD" w:rsidP="005334B1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представителям команд, </w:t>
      </w:r>
    </w:p>
    <w:p w:rsidR="00BE6EAD" w:rsidRDefault="00BE6EAD" w:rsidP="005334B1">
      <w:pPr>
        <w:pStyle w:val="NoSpacing"/>
        <w:tabs>
          <w:tab w:val="left" w:pos="789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участникам соревнований</w:t>
      </w:r>
    </w:p>
    <w:p w:rsidR="00BE6EAD" w:rsidRDefault="00BE6EAD" w:rsidP="005334B1">
      <w:pPr>
        <w:pStyle w:val="NoSpacing"/>
        <w:tabs>
          <w:tab w:val="right" w:pos="977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</w:t>
      </w:r>
    </w:p>
    <w:p w:rsidR="00BE6EAD" w:rsidRDefault="00BE6EAD" w:rsidP="00556422">
      <w:pPr>
        <w:pStyle w:val="NoSpacing"/>
        <w:jc w:val="right"/>
        <w:rPr>
          <w:rFonts w:ascii="Times New Roman" w:hAnsi="Times New Roman" w:cs="Times New Roman"/>
          <w:sz w:val="28"/>
          <w:szCs w:val="28"/>
        </w:rPr>
      </w:pPr>
    </w:p>
    <w:p w:rsidR="00BE6EAD" w:rsidRPr="00480618" w:rsidRDefault="00BE6EAD" w:rsidP="00556422">
      <w:pPr>
        <w:pStyle w:val="NoSpacing"/>
        <w:jc w:val="right"/>
        <w:rPr>
          <w:rFonts w:ascii="Times New Roman" w:hAnsi="Times New Roman" w:cs="Times New Roman"/>
          <w:sz w:val="28"/>
          <w:szCs w:val="28"/>
        </w:rPr>
      </w:pPr>
    </w:p>
    <w:p w:rsidR="00BE6EAD" w:rsidRDefault="00BE6EAD" w:rsidP="00DF3F31">
      <w:pPr>
        <w:pStyle w:val="NoSpacing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Доводим до Вашего сведения, что организационным комитетом по проведению Регионального   Первенства  в г. Воткинске по борьбе дзюдо  среди  юношей 2005-2006 г.р. проводимого 7  мая  2016 года     будет производиться добровольно-благотворительный заявочный взнос в размере 100 руб. с каждого участника соревнований.</w:t>
      </w:r>
    </w:p>
    <w:p w:rsidR="00BE6EAD" w:rsidRDefault="00BE6EAD" w:rsidP="00DC3C1B">
      <w:pPr>
        <w:rPr>
          <w:rFonts w:ascii="Times New Roman" w:hAnsi="Times New Roman" w:cs="Times New Roman"/>
          <w:sz w:val="28"/>
          <w:szCs w:val="28"/>
          <w:lang w:eastAsia="en-US"/>
        </w:rPr>
      </w:pPr>
      <w:bookmarkStart w:id="0" w:name="_GoBack"/>
      <w:bookmarkEnd w:id="0"/>
    </w:p>
    <w:p w:rsidR="00BE6EAD" w:rsidRPr="00C1195B" w:rsidRDefault="00BE6EAD" w:rsidP="004957DF">
      <w:pPr>
        <w:ind w:firstLine="567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Оргкомитет</w:t>
      </w:r>
      <w:r w:rsidRPr="00C1195B"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     </w:t>
      </w:r>
    </w:p>
    <w:sectPr w:rsidR="00BE6EAD" w:rsidRPr="00C1195B" w:rsidSect="004957DF">
      <w:pgSz w:w="11906" w:h="16838"/>
      <w:pgMar w:top="426" w:right="851" w:bottom="709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9295C"/>
    <w:multiLevelType w:val="hybridMultilevel"/>
    <w:tmpl w:val="F198E2CC"/>
    <w:lvl w:ilvl="0" w:tplc="F8E88EF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6A56"/>
    <w:rsid w:val="0003397F"/>
    <w:rsid w:val="000B21BA"/>
    <w:rsid w:val="00127F97"/>
    <w:rsid w:val="00163716"/>
    <w:rsid w:val="002026E2"/>
    <w:rsid w:val="00251A50"/>
    <w:rsid w:val="002B7B3D"/>
    <w:rsid w:val="002C5B6B"/>
    <w:rsid w:val="002D1295"/>
    <w:rsid w:val="002D3624"/>
    <w:rsid w:val="00310F9E"/>
    <w:rsid w:val="003C08F2"/>
    <w:rsid w:val="003F1C5C"/>
    <w:rsid w:val="0047149E"/>
    <w:rsid w:val="0047277D"/>
    <w:rsid w:val="00480618"/>
    <w:rsid w:val="00482FC9"/>
    <w:rsid w:val="004957DF"/>
    <w:rsid w:val="0053325D"/>
    <w:rsid w:val="005334B1"/>
    <w:rsid w:val="00556422"/>
    <w:rsid w:val="00566A56"/>
    <w:rsid w:val="0058326C"/>
    <w:rsid w:val="00601813"/>
    <w:rsid w:val="00633281"/>
    <w:rsid w:val="006C20D6"/>
    <w:rsid w:val="006F4A2E"/>
    <w:rsid w:val="007A0977"/>
    <w:rsid w:val="007B4839"/>
    <w:rsid w:val="00812533"/>
    <w:rsid w:val="00825EDB"/>
    <w:rsid w:val="008615AC"/>
    <w:rsid w:val="00891376"/>
    <w:rsid w:val="0089253C"/>
    <w:rsid w:val="008D6FA6"/>
    <w:rsid w:val="008E51E2"/>
    <w:rsid w:val="00934852"/>
    <w:rsid w:val="009669FF"/>
    <w:rsid w:val="009E2F1E"/>
    <w:rsid w:val="00A66656"/>
    <w:rsid w:val="00AE715E"/>
    <w:rsid w:val="00AE73C8"/>
    <w:rsid w:val="00B26E75"/>
    <w:rsid w:val="00B32D9D"/>
    <w:rsid w:val="00BB3407"/>
    <w:rsid w:val="00BB5DE6"/>
    <w:rsid w:val="00BE6EAD"/>
    <w:rsid w:val="00C1195B"/>
    <w:rsid w:val="00C368BF"/>
    <w:rsid w:val="00C87B3D"/>
    <w:rsid w:val="00CC0133"/>
    <w:rsid w:val="00D2159B"/>
    <w:rsid w:val="00DC3C1B"/>
    <w:rsid w:val="00DD3929"/>
    <w:rsid w:val="00DE586E"/>
    <w:rsid w:val="00DF3F31"/>
    <w:rsid w:val="00E34171"/>
    <w:rsid w:val="00E41EBA"/>
    <w:rsid w:val="00E42FF2"/>
    <w:rsid w:val="00E55043"/>
    <w:rsid w:val="00F267FD"/>
    <w:rsid w:val="00F50BAD"/>
    <w:rsid w:val="00F758A4"/>
    <w:rsid w:val="00FB6793"/>
    <w:rsid w:val="00FC18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3C1B"/>
    <w:pPr>
      <w:spacing w:after="200" w:line="276" w:lineRule="auto"/>
    </w:pPr>
    <w:rPr>
      <w:rFonts w:eastAsia="Times New Roman"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DC3C1B"/>
    <w:rPr>
      <w:rFonts w:cs="Calibri"/>
      <w:lang w:eastAsia="en-US"/>
    </w:rPr>
  </w:style>
  <w:style w:type="character" w:styleId="Hyperlink">
    <w:name w:val="Hyperlink"/>
    <w:basedOn w:val="DefaultParagraphFont"/>
    <w:uiPriority w:val="99"/>
    <w:rsid w:val="00DC3C1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DC3C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C3C1B"/>
    <w:rPr>
      <w:rFonts w:ascii="Tahoma" w:hAnsi="Tahoma" w:cs="Tahoma"/>
      <w:sz w:val="16"/>
      <w:szCs w:val="16"/>
      <w:lang w:eastAsia="ru-RU"/>
    </w:rPr>
  </w:style>
  <w:style w:type="paragraph" w:styleId="Title">
    <w:name w:val="Title"/>
    <w:basedOn w:val="Normal"/>
    <w:link w:val="TitleChar"/>
    <w:uiPriority w:val="99"/>
    <w:qFormat/>
    <w:rsid w:val="0089253C"/>
    <w:pPr>
      <w:spacing w:after="0" w:line="240" w:lineRule="auto"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89253C"/>
    <w:rPr>
      <w:rFonts w:ascii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</TotalTime>
  <Pages>1</Pages>
  <Words>103</Words>
  <Characters>591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</dc:creator>
  <cp:keywords/>
  <dc:description/>
  <cp:lastModifiedBy>Geo 1</cp:lastModifiedBy>
  <cp:revision>5</cp:revision>
  <cp:lastPrinted>2016-01-11T06:52:00Z</cp:lastPrinted>
  <dcterms:created xsi:type="dcterms:W3CDTF">2016-01-12T13:24:00Z</dcterms:created>
  <dcterms:modified xsi:type="dcterms:W3CDTF">2016-04-05T08:08:00Z</dcterms:modified>
</cp:coreProperties>
</file>